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6827BB" w14:textId="77777777" w:rsidR="00150BD1" w:rsidRPr="00544B62" w:rsidRDefault="003C2698" w:rsidP="00F40E54">
      <w:pPr>
        <w:spacing w:line="320" w:lineRule="atLeast"/>
        <w:rPr>
          <w:rFonts w:hAnsi="ＭＳ 明朝"/>
          <w:spacing w:val="16"/>
        </w:rPr>
      </w:pPr>
      <w:r w:rsidRPr="00544B62">
        <w:rPr>
          <w:rFonts w:hAnsi="ＭＳ 明朝" w:hint="eastAsia"/>
          <w:spacing w:val="16"/>
        </w:rPr>
        <w:t>様式第６</w:t>
      </w:r>
      <w:r w:rsidR="009B6D4C" w:rsidRPr="00544B62">
        <w:rPr>
          <w:rFonts w:hAnsi="ＭＳ 明朝" w:hint="eastAsia"/>
          <w:spacing w:val="16"/>
        </w:rPr>
        <w:t>号</w:t>
      </w:r>
    </w:p>
    <w:p w14:paraId="7DC9152F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3EADC7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D9D6EF4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2BB6614E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0EBFBEF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397D28" w:rsidRPr="00520537">
        <w:rPr>
          <w:rFonts w:hAnsi="ＭＳ 明朝" w:hint="eastAsia"/>
          <w:spacing w:val="16"/>
          <w:sz w:val="21"/>
          <w:szCs w:val="21"/>
        </w:rPr>
        <w:t>小児</w:t>
      </w:r>
      <w:r w:rsidR="00150BD1" w:rsidRPr="00520537">
        <w:rPr>
          <w:rFonts w:hAnsi="ＭＳ 明朝" w:hint="eastAsia"/>
          <w:spacing w:val="16"/>
          <w:sz w:val="21"/>
          <w:szCs w:val="21"/>
        </w:rPr>
        <w:t>医療センター病院長</w:t>
      </w:r>
    </w:p>
    <w:p w14:paraId="6D0CA93E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9C5A83C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ED3D140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2F0F5AB8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7B180FD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14:paraId="6524CADA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F86F0E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6D584E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48573182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413218A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7CFA98C0" w14:textId="7893F69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</w:t>
      </w:r>
    </w:p>
    <w:p w14:paraId="34C2F3FD" w14:textId="616A83EE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FD3D6C">
        <w:rPr>
          <w:rFonts w:hAnsi="ＭＳ 明朝" w:hint="eastAsia"/>
          <w:spacing w:val="16"/>
          <w:sz w:val="21"/>
          <w:szCs w:val="21"/>
        </w:rPr>
        <w:t xml:space="preserve">　</w:t>
      </w:r>
      <w:r w:rsidR="006014CF" w:rsidRPr="006014CF">
        <w:rPr>
          <w:rFonts w:hAnsi="ＭＳ 明朝" w:hint="eastAsia"/>
          <w:spacing w:val="16"/>
          <w:sz w:val="21"/>
          <w:szCs w:val="21"/>
        </w:rPr>
        <w:t>令和５年度医薬品（ワクチン類）の単価契約</w:t>
      </w:r>
    </w:p>
    <w:p w14:paraId="3616FCAA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AE7D1BD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A65FA2F" w14:textId="36D5C46B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6014CF" w:rsidRPr="006014CF">
        <w:rPr>
          <w:rFonts w:hAnsi="ＭＳ 明朝" w:hint="eastAsia"/>
          <w:spacing w:val="16"/>
          <w:sz w:val="21"/>
          <w:szCs w:val="21"/>
        </w:rPr>
        <w:t>令和５年３月６日（月）</w:t>
      </w:r>
    </w:p>
    <w:p w14:paraId="553B8B3B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8592C13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3FFCC658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5F51F7F5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66A2519C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7C21C52E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36966B0D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196DBF8E" w14:textId="77777777" w:rsidTr="00520537">
        <w:tc>
          <w:tcPr>
            <w:tcW w:w="2456" w:type="dxa"/>
            <w:vAlign w:val="center"/>
          </w:tcPr>
          <w:p w14:paraId="4395969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5CBEA932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54F05B83" w14:textId="77777777" w:rsidTr="00520537">
        <w:tc>
          <w:tcPr>
            <w:tcW w:w="2456" w:type="dxa"/>
            <w:vAlign w:val="center"/>
          </w:tcPr>
          <w:p w14:paraId="225A5CA4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7FA0BFF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0FA3F5A3" w14:textId="77777777" w:rsidTr="00D20A7B">
        <w:tc>
          <w:tcPr>
            <w:tcW w:w="2456" w:type="dxa"/>
            <w:vAlign w:val="center"/>
          </w:tcPr>
          <w:p w14:paraId="23F39E3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54094D7D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03EEA661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75719547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178ADEB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2DB4E438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1ABFF144" w14:textId="77777777" w:rsidTr="00520537">
        <w:tc>
          <w:tcPr>
            <w:tcW w:w="2456" w:type="dxa"/>
            <w:vAlign w:val="center"/>
          </w:tcPr>
          <w:p w14:paraId="2013380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1C58EE7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097887B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605BBB29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3A2803FD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2C2DD08F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74A6DB02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  <w:bookmarkStart w:id="0" w:name="_GoBack"/>
      <w:bookmarkEnd w:id="0"/>
    </w:p>
    <w:sectPr w:rsidR="00150BD1" w:rsidRPr="00520537" w:rsidSect="00B85853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8158FB" w14:textId="77777777" w:rsidR="00652927" w:rsidRDefault="00652927">
      <w:r>
        <w:separator/>
      </w:r>
    </w:p>
  </w:endnote>
  <w:endnote w:type="continuationSeparator" w:id="0">
    <w:p w14:paraId="1EF443ED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D574E8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7EF29828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D93797" w14:textId="77777777" w:rsidR="00544B62" w:rsidRDefault="00544B62">
    <w:pPr>
      <w:pStyle w:val="a4"/>
    </w:pPr>
  </w:p>
  <w:p w14:paraId="35368C66" w14:textId="78FEBFD1" w:rsidR="00CC0444" w:rsidRPr="00C659F4" w:rsidRDefault="00B85853">
    <w:pPr>
      <w:pStyle w:val="a4"/>
      <w:jc w:val="center"/>
      <w:rPr>
        <w:sz w:val="21"/>
        <w:szCs w:val="21"/>
      </w:rPr>
    </w:pPr>
    <w:r>
      <w:rPr>
        <w:rFonts w:hint="eastAsia"/>
        <w:sz w:val="21"/>
        <w:szCs w:val="21"/>
      </w:rPr>
      <w:t>様式-6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ADE5DA" w14:textId="77777777" w:rsidR="00652927" w:rsidRDefault="00652927">
      <w:r>
        <w:separator/>
      </w:r>
    </w:p>
  </w:footnote>
  <w:footnote w:type="continuationSeparator" w:id="0">
    <w:p w14:paraId="56E7575E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A6743F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01 材料費\01 医薬品\01 起案(契約事務)\R4\02 ワクチン類\入札スケジュール等（起案差し込み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4B62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14CF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0DEF"/>
    <w:rsid w:val="00AB25D5"/>
    <w:rsid w:val="00AB294D"/>
    <w:rsid w:val="00AC3810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5853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5CDD"/>
    <w:rsid w:val="00C06943"/>
    <w:rsid w:val="00C11092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4FBC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3D6C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3D8E4FF5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90340B-E774-4393-B7DF-6C90EB9CC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50</TotalTime>
  <Pages>1</Pages>
  <Words>262</Words>
  <Characters>147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町田 彰</cp:lastModifiedBy>
  <cp:revision>37</cp:revision>
  <cp:lastPrinted>2022-01-04T02:31:00Z</cp:lastPrinted>
  <dcterms:created xsi:type="dcterms:W3CDTF">2020-01-22T03:01:00Z</dcterms:created>
  <dcterms:modified xsi:type="dcterms:W3CDTF">2023-03-05T06:00:00Z</dcterms:modified>
</cp:coreProperties>
</file>